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992"/>
        <w:gridCol w:w="2268"/>
        <w:gridCol w:w="992"/>
        <w:gridCol w:w="1418"/>
      </w:tblGrid>
      <w:tr w:rsidR="00295F85" w:rsidTr="006061FF">
        <w:trPr>
          <w:trHeight w:val="249"/>
          <w:jc w:val="center"/>
        </w:trPr>
        <w:tc>
          <w:tcPr>
            <w:tcW w:w="10065" w:type="dxa"/>
            <w:gridSpan w:val="5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295F85" w:rsidRDefault="00295F85">
            <w:pPr>
              <w:pStyle w:val="Header"/>
              <w:tabs>
                <w:tab w:val="clear" w:pos="4819"/>
                <w:tab w:val="clear" w:pos="9638"/>
              </w:tabs>
              <w:spacing w:line="240" w:lineRule="auto"/>
              <w:rPr>
                <w:spacing w:val="-20"/>
                <w:sz w:val="36"/>
              </w:rPr>
            </w:pPr>
          </w:p>
        </w:tc>
      </w:tr>
      <w:tr w:rsidR="00295F85" w:rsidTr="006061FF">
        <w:trPr>
          <w:trHeight w:val="99"/>
          <w:jc w:val="center"/>
        </w:trPr>
        <w:tc>
          <w:tcPr>
            <w:tcW w:w="10065" w:type="dxa"/>
            <w:gridSpan w:val="5"/>
            <w:tcBorders>
              <w:top w:val="dotted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5F85" w:rsidRDefault="00295F85">
            <w:pPr>
              <w:spacing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DENOMINAZIONE COMPLETA</w:t>
            </w:r>
          </w:p>
        </w:tc>
      </w:tr>
      <w:tr w:rsidR="00295F85" w:rsidTr="006061FF">
        <w:trPr>
          <w:trHeight w:val="259"/>
          <w:jc w:val="center"/>
        </w:trPr>
        <w:tc>
          <w:tcPr>
            <w:tcW w:w="4395" w:type="dxa"/>
            <w:tcBorders>
              <w:top w:val="nil"/>
              <w:left w:val="single" w:sz="6" w:space="0" w:color="auto"/>
              <w:bottom w:val="dotted" w:sz="4" w:space="0" w:color="auto"/>
              <w:right w:val="nil"/>
            </w:tcBorders>
            <w:vAlign w:val="center"/>
          </w:tcPr>
          <w:p w:rsidR="00295F85" w:rsidRDefault="00295F85">
            <w:pPr>
              <w:pStyle w:val="Header"/>
              <w:keepNext/>
              <w:widowControl w:val="0"/>
              <w:tabs>
                <w:tab w:val="clear" w:pos="4819"/>
                <w:tab w:val="clear" w:pos="9638"/>
              </w:tabs>
              <w:spacing w:line="240" w:lineRule="auto"/>
              <w:rPr>
                <w:spacing w:val="-20"/>
                <w:sz w:val="3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295F85" w:rsidRDefault="00295F85">
            <w:pPr>
              <w:keepNext/>
              <w:widowControl w:val="0"/>
              <w:spacing w:line="240" w:lineRule="auto"/>
              <w:rPr>
                <w:spacing w:val="-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295F85" w:rsidRDefault="00295F85">
            <w:pPr>
              <w:keepNext/>
              <w:widowControl w:val="0"/>
              <w:spacing w:line="240" w:lineRule="auto"/>
              <w:rPr>
                <w:spacing w:val="-20"/>
                <w:sz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295F85" w:rsidRDefault="00295F85">
            <w:pPr>
              <w:keepNext/>
              <w:widowControl w:val="0"/>
              <w:spacing w:line="240" w:lineRule="auto"/>
              <w:rPr>
                <w:spacing w:val="-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:rsidR="00295F85" w:rsidRDefault="00295F85">
            <w:pPr>
              <w:pStyle w:val="Header"/>
              <w:keepNext/>
              <w:widowControl w:val="0"/>
              <w:tabs>
                <w:tab w:val="clear" w:pos="4819"/>
                <w:tab w:val="clear" w:pos="9638"/>
              </w:tabs>
              <w:spacing w:line="240" w:lineRule="auto"/>
              <w:rPr>
                <w:spacing w:val="-20"/>
              </w:rPr>
            </w:pPr>
            <w:r>
              <w:rPr>
                <w:spacing w:val="-20"/>
              </w:rPr>
              <w:t xml:space="preserve">       /</w:t>
            </w:r>
          </w:p>
        </w:tc>
      </w:tr>
      <w:tr w:rsidR="00295F85" w:rsidTr="006061FF">
        <w:trPr>
          <w:trHeight w:val="70"/>
          <w:jc w:val="center"/>
        </w:trPr>
        <w:tc>
          <w:tcPr>
            <w:tcW w:w="4395" w:type="dxa"/>
            <w:tcBorders>
              <w:top w:val="dotted" w:sz="4" w:space="0" w:color="auto"/>
              <w:left w:val="single" w:sz="6" w:space="0" w:color="auto"/>
              <w:right w:val="nil"/>
            </w:tcBorders>
            <w:vAlign w:val="center"/>
          </w:tcPr>
          <w:p w:rsidR="00295F85" w:rsidRDefault="00295F85">
            <w:pPr>
              <w:spacing w:before="40"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INDIRIZZO CORRISPONDENZA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295F85" w:rsidRDefault="00295F85">
            <w:pPr>
              <w:spacing w:before="40"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C.A.P.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295F85" w:rsidRDefault="00295F85">
            <w:pPr>
              <w:spacing w:before="40"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COMUNE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295F85" w:rsidRDefault="00295F85">
            <w:pPr>
              <w:spacing w:before="40"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PROVINCIA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right w:val="single" w:sz="6" w:space="0" w:color="auto"/>
            </w:tcBorders>
            <w:vAlign w:val="center"/>
          </w:tcPr>
          <w:p w:rsidR="00295F85" w:rsidRDefault="00295F85">
            <w:pPr>
              <w:spacing w:before="40" w:line="240" w:lineRule="auto"/>
              <w:jc w:val="center"/>
              <w:rPr>
                <w:sz w:val="12"/>
              </w:rPr>
            </w:pPr>
            <w:r>
              <w:rPr>
                <w:sz w:val="12"/>
              </w:rPr>
              <w:t>TELEFONO</w:t>
            </w:r>
          </w:p>
        </w:tc>
      </w:tr>
    </w:tbl>
    <w:p w:rsidR="00295F85" w:rsidRDefault="00295F85">
      <w:pPr>
        <w:pStyle w:val="Caption"/>
        <w:spacing w:before="20" w:after="20"/>
        <w:rPr>
          <w:b w:val="0"/>
          <w:sz w:val="4"/>
        </w:rPr>
      </w:pPr>
    </w:p>
    <w:tbl>
      <w:tblPr>
        <w:tblW w:w="0" w:type="auto"/>
        <w:jc w:val="center"/>
        <w:tblInd w:w="70" w:type="dxa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dotted" w:sz="12" w:space="0" w:color="auto"/>
          <w:insideV w:val="dotted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4252"/>
        <w:gridCol w:w="659"/>
        <w:gridCol w:w="708"/>
        <w:gridCol w:w="635"/>
      </w:tblGrid>
      <w:tr w:rsidR="00295F85" w:rsidTr="006061FF">
        <w:trPr>
          <w:cantSplit/>
          <w:trHeight w:val="26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rPr>
                <w:b/>
                <w:sz w:val="16"/>
              </w:rPr>
            </w:pPr>
            <w:r w:rsidRPr="006061FF">
              <w:rPr>
                <w:b/>
                <w:sz w:val="16"/>
              </w:rPr>
              <w:t>N.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jc w:val="center"/>
              <w:rPr>
                <w:b/>
                <w:sz w:val="16"/>
              </w:rPr>
            </w:pPr>
            <w:r>
              <w:rPr>
                <w:sz w:val="16"/>
              </w:rPr>
              <w:t xml:space="preserve"> </w:t>
            </w:r>
            <w:r w:rsidRPr="006061FF">
              <w:rPr>
                <w:b/>
                <w:sz w:val="16"/>
              </w:rPr>
              <w:t>COGNOME E NOME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z w:val="16"/>
              </w:rPr>
            </w:pPr>
            <w:r w:rsidRPr="006061FF">
              <w:rPr>
                <w:b/>
                <w:sz w:val="16"/>
              </w:rPr>
              <w:t>DATA DI NASCITA</w:t>
            </w:r>
          </w:p>
        </w:tc>
      </w:tr>
      <w:tr w:rsidR="00295F85" w:rsidTr="006061FF">
        <w:trPr>
          <w:cantSplit/>
          <w:trHeight w:val="279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F85" w:rsidRPr="006061FF" w:rsidRDefault="00295F85">
            <w:pPr>
              <w:pStyle w:val="Heading5"/>
              <w:rPr>
                <w:spacing w:val="-6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85" w:rsidRDefault="00295F85">
            <w:pPr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z w:val="16"/>
              </w:rPr>
            </w:pPr>
            <w:r w:rsidRPr="006061FF">
              <w:rPr>
                <w:b/>
                <w:sz w:val="16"/>
              </w:rPr>
              <w:t>G.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z w:val="16"/>
              </w:rPr>
            </w:pPr>
            <w:r w:rsidRPr="006061FF">
              <w:rPr>
                <w:b/>
                <w:sz w:val="16"/>
              </w:rPr>
              <w:t>M.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z w:val="16"/>
              </w:rPr>
            </w:pPr>
            <w:r w:rsidRPr="006061FF">
              <w:rPr>
                <w:b/>
                <w:sz w:val="16"/>
              </w:rPr>
              <w:t>A</w:t>
            </w:r>
          </w:p>
        </w:tc>
      </w:tr>
      <w:tr w:rsidR="00295F85" w:rsidTr="006061FF">
        <w:trPr>
          <w:trHeight w:val="33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pStyle w:val="Heading5"/>
              <w:jc w:val="center"/>
              <w:rPr>
                <w:spacing w:val="-6"/>
              </w:rPr>
            </w:pPr>
            <w:r w:rsidRPr="006061FF">
              <w:rPr>
                <w:spacing w:val="-6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pStyle w:val="Header"/>
              <w:tabs>
                <w:tab w:val="clear" w:pos="4819"/>
                <w:tab w:val="clear" w:pos="9638"/>
              </w:tabs>
              <w:spacing w:line="240" w:lineRule="auto"/>
              <w:rPr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pStyle w:val="Header"/>
              <w:tabs>
                <w:tab w:val="clear" w:pos="4819"/>
                <w:tab w:val="clear" w:pos="9638"/>
              </w:tabs>
              <w:spacing w:line="240" w:lineRule="auto"/>
              <w:rPr>
                <w:spacing w:val="-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spacing w:val="-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spacing w:val="-20"/>
              </w:rPr>
            </w:pPr>
          </w:p>
        </w:tc>
      </w:tr>
      <w:tr w:rsidR="00295F85" w:rsidTr="006061FF">
        <w:trPr>
          <w:trHeight w:val="333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2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</w:tr>
      <w:tr w:rsidR="00295F85" w:rsidTr="006061FF">
        <w:trPr>
          <w:trHeight w:val="333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3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</w:tr>
      <w:tr w:rsidR="00295F85" w:rsidTr="006061FF">
        <w:trPr>
          <w:trHeight w:val="333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4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</w:tr>
      <w:tr w:rsidR="00295F85" w:rsidTr="006061FF">
        <w:trPr>
          <w:trHeight w:val="333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5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</w:tr>
      <w:tr w:rsidR="00295F85" w:rsidTr="006061FF">
        <w:trPr>
          <w:trHeight w:val="333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6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</w:tr>
      <w:tr w:rsidR="00295F85" w:rsidTr="006061FF">
        <w:trPr>
          <w:trHeight w:val="333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7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</w:rPr>
            </w:pPr>
          </w:p>
        </w:tc>
      </w:tr>
      <w:tr w:rsidR="00295F85" w:rsidTr="006061FF">
        <w:trPr>
          <w:trHeight w:val="333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8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</w:tr>
      <w:tr w:rsidR="00295F85" w:rsidTr="006061FF">
        <w:trPr>
          <w:trHeight w:val="333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9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</w:tr>
      <w:tr w:rsidR="00295F85" w:rsidTr="006061FF">
        <w:trPr>
          <w:trHeight w:val="333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10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</w:tr>
      <w:tr w:rsidR="00295F85" w:rsidTr="006061FF">
        <w:trPr>
          <w:trHeight w:val="50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11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</w:tr>
      <w:tr w:rsidR="00295F85" w:rsidTr="006061FF">
        <w:trPr>
          <w:trHeight w:val="50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12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</w:tr>
      <w:tr w:rsidR="00295F85" w:rsidTr="006061FF">
        <w:trPr>
          <w:trHeight w:val="50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13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</w:tr>
      <w:tr w:rsidR="00295F85" w:rsidTr="006061FF">
        <w:trPr>
          <w:trHeight w:val="50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14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</w:tr>
      <w:tr w:rsidR="00295F85" w:rsidTr="006061FF">
        <w:trPr>
          <w:trHeight w:val="50"/>
          <w:jc w:val="center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F85" w:rsidRPr="006061FF" w:rsidRDefault="00295F85">
            <w:pPr>
              <w:spacing w:line="240" w:lineRule="auto"/>
              <w:jc w:val="center"/>
              <w:rPr>
                <w:b/>
                <w:spacing w:val="-6"/>
                <w:sz w:val="16"/>
              </w:rPr>
            </w:pPr>
            <w:r w:rsidRPr="006061FF">
              <w:rPr>
                <w:b/>
                <w:spacing w:val="-6"/>
                <w:sz w:val="16"/>
              </w:rPr>
              <w:t>15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36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  <w:tc>
          <w:tcPr>
            <w:tcW w:w="635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F85" w:rsidRDefault="00295F85">
            <w:pPr>
              <w:spacing w:line="240" w:lineRule="auto"/>
              <w:rPr>
                <w:b/>
                <w:spacing w:val="-20"/>
                <w:sz w:val="8"/>
              </w:rPr>
            </w:pPr>
          </w:p>
        </w:tc>
      </w:tr>
    </w:tbl>
    <w:p w:rsidR="00295F85" w:rsidRDefault="00295F85">
      <w:pPr>
        <w:pStyle w:val="Caption"/>
        <w:spacing w:before="20" w:after="20"/>
        <w:rPr>
          <w:sz w:val="2"/>
        </w:rPr>
      </w:pPr>
    </w:p>
    <w:tbl>
      <w:tblPr>
        <w:tblW w:w="0" w:type="auto"/>
        <w:jc w:val="center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0"/>
        <w:gridCol w:w="2663"/>
        <w:gridCol w:w="2694"/>
        <w:gridCol w:w="567"/>
      </w:tblGrid>
      <w:tr w:rsidR="00295F85" w:rsidTr="00091F79">
        <w:trPr>
          <w:cantSplit/>
          <w:trHeight w:val="373"/>
          <w:jc w:val="center"/>
        </w:trPr>
        <w:tc>
          <w:tcPr>
            <w:tcW w:w="1003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5F85" w:rsidRDefault="00295F85">
            <w:pPr>
              <w:pStyle w:val="Heading6"/>
              <w:spacing w:before="20" w:after="20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 xml:space="preserve">Il/La sottoscritto/a dichiara sotto la propria responsabilità di aver provveduto a formalizzare la posizione sanitaria degli Atleti di cui sopra come prescritto dalla Legge e di custodire presso </w:t>
            </w:r>
            <w:smartTag w:uri="urn:schemas-microsoft-com:office:smarttags" w:element="PersonName">
              <w:smartTagPr>
                <w:attr w:name="ProductID" w:val="la Segreteria Sociale"/>
              </w:smartTagPr>
              <w:r>
                <w:rPr>
                  <w:b w:val="0"/>
                  <w:sz w:val="16"/>
                </w:rPr>
                <w:t>la Segreteria Sociale</w:t>
              </w:r>
            </w:smartTag>
            <w:r>
              <w:rPr>
                <w:b w:val="0"/>
                <w:sz w:val="16"/>
              </w:rPr>
              <w:t xml:space="preserve"> la documentazione relativa.</w:t>
            </w:r>
          </w:p>
          <w:p w:rsidR="00295F85" w:rsidRDefault="00295F85">
            <w:pPr>
              <w:spacing w:line="240" w:lineRule="auto"/>
              <w:rPr>
                <w:sz w:val="16"/>
              </w:rPr>
            </w:pPr>
          </w:p>
        </w:tc>
      </w:tr>
      <w:tr w:rsidR="00295F85" w:rsidTr="00091F79">
        <w:trPr>
          <w:cantSplit/>
          <w:trHeight w:val="163"/>
          <w:jc w:val="center"/>
        </w:trPr>
        <w:tc>
          <w:tcPr>
            <w:tcW w:w="1003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F85" w:rsidRDefault="00295F85">
            <w:pPr>
              <w:pStyle w:val="Heading6"/>
              <w:spacing w:before="20" w:after="20"/>
              <w:rPr>
                <w:sz w:val="16"/>
              </w:rPr>
            </w:pPr>
            <w:r>
              <w:rPr>
                <w:sz w:val="16"/>
              </w:rPr>
              <w:t>MANIFESTAZIONE DI CONSENSO AL TRATTAMENTO DEI DATI PERSONALI</w:t>
            </w:r>
          </w:p>
        </w:tc>
      </w:tr>
      <w:tr w:rsidR="00295F85" w:rsidTr="00091F79">
        <w:trPr>
          <w:trHeight w:val="340"/>
          <w:jc w:val="center"/>
        </w:trPr>
        <w:tc>
          <w:tcPr>
            <w:tcW w:w="1003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5F85" w:rsidRDefault="00295F85">
            <w:pPr>
              <w:spacing w:before="60" w:line="240" w:lineRule="auto"/>
              <w:jc w:val="both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 xml:space="preserve">Il/La sottoscritto/a, nella qualità di legale rappresentante della Società Sportiva, dichiara di aver fornito l’informativa di cui all’Art. 13 del Decreto Legislativo n. 196/2003 ai predetti interessati e di aver raccolto il loro consenso al trattamento dei dati personali utilizzando il Modello AN/Mod. AT 15/1995 custodito presso </w:t>
            </w:r>
            <w:smartTag w:uri="urn:schemas-microsoft-com:office:smarttags" w:element="PersonName">
              <w:smartTagPr>
                <w:attr w:name="ProductID" w:val="la Segreteria Sociale"/>
              </w:smartTagPr>
              <w:r>
                <w:rPr>
                  <w:spacing w:val="-4"/>
                  <w:sz w:val="16"/>
                </w:rPr>
                <w:t>la Segreteria Sociale</w:t>
              </w:r>
            </w:smartTag>
            <w:r>
              <w:rPr>
                <w:spacing w:val="-4"/>
                <w:sz w:val="16"/>
              </w:rPr>
              <w:t xml:space="preserve"> e sottoscritto da ogni singolo interessato.  </w:t>
            </w:r>
          </w:p>
        </w:tc>
      </w:tr>
      <w:tr w:rsidR="00295F85" w:rsidTr="00091F79">
        <w:trPr>
          <w:trHeight w:val="53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5F85" w:rsidRDefault="00295F85">
            <w:pPr>
              <w:pStyle w:val="Heading6"/>
              <w:spacing w:before="20" w:after="120"/>
              <w:rPr>
                <w:sz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5F85" w:rsidRDefault="00295F85">
            <w:pPr>
              <w:pStyle w:val="Heading6"/>
              <w:spacing w:before="20" w:after="120"/>
              <w:rPr>
                <w:b w:val="0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F85" w:rsidRDefault="00295F85">
            <w:pPr>
              <w:pStyle w:val="Heading6"/>
              <w:spacing w:before="20" w:after="120"/>
              <w:rPr>
                <w:b w:val="0"/>
                <w:sz w:val="28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F85" w:rsidRDefault="00295F85">
            <w:pPr>
              <w:pStyle w:val="Heading6"/>
              <w:spacing w:before="20" w:after="120"/>
              <w:rPr>
                <w:b w:val="0"/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F85" w:rsidRDefault="00295F85">
            <w:pPr>
              <w:pStyle w:val="Heading6"/>
              <w:spacing w:before="20" w:after="12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Il Presidente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5F85" w:rsidRDefault="00295F85">
            <w:pPr>
              <w:pStyle w:val="Heading6"/>
              <w:spacing w:before="20" w:after="120"/>
              <w:rPr>
                <w:b w:val="0"/>
                <w:sz w:val="28"/>
              </w:rPr>
            </w:pPr>
          </w:p>
        </w:tc>
      </w:tr>
      <w:tr w:rsidR="00295F85" w:rsidTr="00091F79">
        <w:trPr>
          <w:trHeight w:val="148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5F85" w:rsidRDefault="00295F85">
            <w:pPr>
              <w:pStyle w:val="Heading6"/>
              <w:spacing w:before="0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F85" w:rsidRDefault="00295F85">
            <w:pPr>
              <w:pStyle w:val="Heading6"/>
              <w:spacing w:before="20" w:after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Luogo e data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F85" w:rsidRDefault="00295F85">
            <w:pPr>
              <w:pStyle w:val="Heading6"/>
              <w:spacing w:before="20" w:after="0"/>
              <w:rPr>
                <w:b w:val="0"/>
                <w:sz w:val="16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F85" w:rsidRDefault="00295F85">
            <w:pPr>
              <w:pStyle w:val="Heading6"/>
              <w:spacing w:before="20" w:after="0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F85" w:rsidRDefault="00295F85">
            <w:pPr>
              <w:pStyle w:val="Heading6"/>
              <w:spacing w:before="20" w:after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Timbro e firma leggibile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F85" w:rsidRDefault="00295F85">
            <w:pPr>
              <w:spacing w:before="60" w:after="60" w:line="240" w:lineRule="auto"/>
              <w:rPr>
                <w:b/>
                <w:sz w:val="16"/>
              </w:rPr>
            </w:pPr>
          </w:p>
        </w:tc>
      </w:tr>
    </w:tbl>
    <w:p w:rsidR="00295F85" w:rsidRDefault="00295F85" w:rsidP="002F4C70">
      <w:pPr>
        <w:pStyle w:val="Header"/>
        <w:tabs>
          <w:tab w:val="clear" w:pos="4819"/>
          <w:tab w:val="clear" w:pos="9638"/>
        </w:tabs>
        <w:spacing w:before="60" w:after="60" w:line="240" w:lineRule="auto"/>
      </w:pPr>
    </w:p>
    <w:sectPr w:rsidR="00295F85" w:rsidSect="002F4C70">
      <w:headerReference w:type="default" r:id="rId7"/>
      <w:footerReference w:type="default" r:id="rId8"/>
      <w:pgSz w:w="11907" w:h="16840" w:code="9"/>
      <w:pgMar w:top="720" w:right="720" w:bottom="720" w:left="720" w:header="0" w:footer="34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85" w:rsidRDefault="00295F85">
      <w:r>
        <w:separator/>
      </w:r>
    </w:p>
  </w:endnote>
  <w:endnote w:type="continuationSeparator" w:id="0">
    <w:p w:rsidR="00295F85" w:rsidRDefault="00295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F85" w:rsidRPr="005D0B41" w:rsidRDefault="00295F85">
    <w:pPr>
      <w:pStyle w:val="Footer"/>
      <w:spacing w:line="240" w:lineRule="auto"/>
      <w:jc w:val="center"/>
      <w:rPr>
        <w:b/>
        <w:i/>
        <w:sz w:val="18"/>
        <w:szCs w:val="18"/>
      </w:rPr>
    </w:pPr>
    <w:r>
      <w:rPr>
        <w:noProof/>
      </w:rPr>
      <w:pict>
        <v:line id="_x0000_s2055" style="position:absolute;left:0;text-align:left;z-index:251656192" from="90.35pt,5.8pt" to="118.7pt,5.8pt" o:allowincell="f" strokeweight="1pt">
          <v:stroke endarrow="classic" endarrowlength="long"/>
          <v:shadow color="silver" offset="3pt"/>
          <w10:anchorlock/>
        </v:line>
      </w:pict>
    </w:r>
    <w:r>
      <w:rPr>
        <w:noProof/>
      </w:rPr>
      <w:pict>
        <v:line id="_x0000_s2056" style="position:absolute;left:0;text-align:left;z-index:251655168" from="406.7pt,6.25pt" to="435.05pt,6.25pt" o:allowincell="f" strokeweight="1pt">
          <v:stroke startarrow="classic" startarrowlength="long"/>
          <v:shadow color="silver" offset="3pt"/>
          <w10:anchorlock/>
        </v:line>
      </w:pict>
    </w:r>
    <w:r w:rsidRPr="005D0B41">
      <w:rPr>
        <w:b/>
        <w:i/>
        <w:sz w:val="18"/>
        <w:szCs w:val="18"/>
      </w:rPr>
      <w:t>COMPILARE A MACCHINA O A STAMPATELLO</w:t>
    </w:r>
  </w:p>
  <w:p w:rsidR="00295F85" w:rsidRDefault="00295F85">
    <w:pPr>
      <w:pStyle w:val="Footer"/>
      <w:spacing w:line="240" w:lineRule="auto"/>
      <w:jc w:val="center"/>
      <w:rPr>
        <w:b/>
        <w:i/>
        <w:sz w:val="16"/>
      </w:rPr>
    </w:pPr>
  </w:p>
  <w:p w:rsidR="00295F85" w:rsidRDefault="00295F85">
    <w:pPr>
      <w:pStyle w:val="Footer"/>
      <w:spacing w:line="240" w:lineRule="auto"/>
      <w:jc w:val="center"/>
      <w:rPr>
        <w:b/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85" w:rsidRDefault="00295F85">
      <w:r>
        <w:separator/>
      </w:r>
    </w:p>
  </w:footnote>
  <w:footnote w:type="continuationSeparator" w:id="0">
    <w:p w:rsidR="00295F85" w:rsidRDefault="00295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F85" w:rsidRDefault="00295F85" w:rsidP="003E5041">
    <w:pPr>
      <w:widowControl w:val="0"/>
      <w:tabs>
        <w:tab w:val="right" w:pos="10467"/>
      </w:tabs>
      <w:overflowPunct w:val="0"/>
      <w:autoSpaceDE w:val="0"/>
      <w:autoSpaceDN w:val="0"/>
      <w:adjustRightInd w:val="0"/>
      <w:rPr>
        <w:rFonts w:ascii="Times New Roman" w:hAnsi="Times New Roman"/>
        <w:b/>
        <w:bCs/>
        <w:kern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30.8pt;margin-top:9pt;width:93.15pt;height:18pt;z-index:251661312" filled="f" fillcolor="black" stroked="f">
          <v:shadow on="t" color="silver" offset="3pt"/>
          <v:textbox style="mso-next-textbox:#_x0000_s2049">
            <w:txbxContent>
              <w:p w:rsidR="00295F85" w:rsidRDefault="00295F85" w:rsidP="003E5041">
                <w:pPr>
                  <w:jc w:val="right"/>
                  <w:rPr>
                    <w:color w:val="000000"/>
                    <w:sz w:val="16"/>
                  </w:rPr>
                </w:pPr>
                <w:r>
                  <w:rPr>
                    <w:color w:val="000000"/>
                    <w:sz w:val="16"/>
                  </w:rPr>
                  <w:t>AN/Mod.LFPA/1995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5" o:spid="_x0000_s2050" type="#_x0000_t75" alt="http://www.fijlkam.it/images/100_trasparente_2.gif" style="position:absolute;margin-left:468.75pt;margin-top:22.5pt;width:52.15pt;height:29.25pt;z-index:251660288;visibility:visible">
          <v:imagedata r:id="rId1" o:title=""/>
          <w10:wrap type="square"/>
        </v:shape>
      </w:pict>
    </w:r>
    <w:r>
      <w:rPr>
        <w:noProof/>
      </w:rPr>
      <w:pict>
        <v:shape id="Immagine 14" o:spid="_x0000_s2051" type="#_x0000_t75" alt="LMfederazione" style="position:absolute;margin-left:1.5pt;margin-top:16.5pt;width:142.5pt;height:35.25pt;z-index:251659264;visibility:visible">
          <v:imagedata r:id="rId2" o:title=""/>
        </v:shape>
      </w:pict>
    </w:r>
    <w:r>
      <w:rPr>
        <w:noProof/>
      </w:rPr>
      <w:pict>
        <v:shape id="_x0000_s2052" type="#_x0000_t75" style="position:absolute;margin-left:176.2pt;margin-top:18.2pt;width:171pt;height:36.9pt;z-index:251658240;visibility:visible;mso-wrap-edited:f">
          <v:imagedata r:id="rId3" o:title=""/>
          <w10:wrap type="topAndBottom"/>
        </v:shape>
        <o:OLEObject Type="Embed" ProgID="Word.Picture.8" ShapeID="_x0000_s2052" DrawAspect="Content" ObjectID="_1453549392" r:id="rId4"/>
      </w:pict>
    </w:r>
    <w:r>
      <w:rPr>
        <w:rFonts w:ascii="Times New Roman" w:hAnsi="Times New Roman"/>
        <w:b/>
        <w:bCs/>
        <w:kern w:val="28"/>
      </w:rPr>
      <w:tab/>
    </w:r>
  </w:p>
  <w:p w:rsidR="00295F85" w:rsidRDefault="00295F85" w:rsidP="00DA2527">
    <w:pPr>
      <w:tabs>
        <w:tab w:val="center" w:pos="5273"/>
      </w:tabs>
      <w:spacing w:line="240" w:lineRule="auto"/>
    </w:pPr>
  </w:p>
  <w:p w:rsidR="00295F85" w:rsidRDefault="00295F85" w:rsidP="00A95D68">
    <w:pPr>
      <w:tabs>
        <w:tab w:val="center" w:pos="5273"/>
      </w:tabs>
      <w:spacing w:line="240" w:lineRule="aut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7.8pt;margin-top:10.85pt;width:507.9pt;height:18pt;z-index:251657216" fillcolor="black" stroked="f" strokeweight="0">
          <v:shadow color="#868686"/>
          <v:textpath style="font-family:&quot;Arial&quot;;font-size:12pt;v-text-spacing:58985f;v-text-kern:t" trim="t" fitpath="t" string="CENTRO OLIMPICO FEDERALE - VIA DEI SANDOLINI, 79 - 00122 LIDO DI OSTIA / RM - TEL.: 06/56434609  FAX: 06/56470384"/>
        </v:shape>
      </w:pict>
    </w:r>
  </w:p>
  <w:p w:rsidR="00295F85" w:rsidRDefault="00295F85">
    <w:pPr>
      <w:spacing w:line="240" w:lineRule="auto"/>
    </w:pPr>
  </w:p>
  <w:p w:rsidR="00295F85" w:rsidRDefault="00295F85">
    <w:pPr>
      <w:spacing w:line="240" w:lineRule="auto"/>
      <w:rPr>
        <w:rFonts w:cs="Arial"/>
        <w:b/>
        <w:sz w:val="36"/>
      </w:rPr>
    </w:pPr>
    <w:r>
      <w:rPr>
        <w:rFonts w:cs="Arial"/>
        <w:b/>
        <w:szCs w:val="28"/>
      </w:rPr>
      <w:t>AT</w:t>
    </w:r>
    <w:r w:rsidRPr="002F4C70">
      <w:rPr>
        <w:rFonts w:cs="Arial"/>
        <w:b/>
        <w:szCs w:val="28"/>
      </w:rPr>
      <w:t>TIVAZIONE</w:t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b/>
        <w:sz w:val="20"/>
      </w:rPr>
      <w:sym w:font="Webdings" w:char="F063"/>
    </w:r>
    <w:r>
      <w:rPr>
        <w:b/>
        <w:sz w:val="20"/>
      </w:rPr>
      <w:t xml:space="preserve"> JUDO</w:t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sym w:font="Webdings" w:char="F063"/>
    </w:r>
    <w:r>
      <w:rPr>
        <w:b/>
        <w:sz w:val="20"/>
      </w:rPr>
      <w:t xml:space="preserve"> AIKIDO</w:t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sym w:font="Webdings" w:char="F063"/>
    </w:r>
    <w:r>
      <w:rPr>
        <w:b/>
        <w:sz w:val="20"/>
      </w:rPr>
      <w:t xml:space="preserve"> JU JITSU</w:t>
    </w:r>
  </w:p>
  <w:p w:rsidR="00295F85" w:rsidRPr="00E820A0" w:rsidRDefault="00295F85">
    <w:pPr>
      <w:spacing w:line="240" w:lineRule="auto"/>
      <w:rPr>
        <w:rFonts w:cs="Arial"/>
        <w:b/>
        <w:sz w:val="36"/>
      </w:rPr>
    </w:pPr>
    <w:r w:rsidRPr="002F4C70">
      <w:rPr>
        <w:rFonts w:cs="Arial"/>
        <w:b/>
        <w:szCs w:val="28"/>
      </w:rPr>
      <w:t>LICENZE FEDERALI</w:t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rFonts w:cs="Arial"/>
        <w:b/>
        <w:sz w:val="36"/>
      </w:rPr>
      <w:tab/>
    </w:r>
    <w:r>
      <w:rPr>
        <w:b/>
        <w:sz w:val="20"/>
      </w:rPr>
      <w:sym w:font="Webdings" w:char="F063"/>
    </w:r>
    <w:r>
      <w:rPr>
        <w:b/>
        <w:sz w:val="20"/>
      </w:rPr>
      <w:t xml:space="preserve"> LOTTA</w:t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sym w:font="Webdings" w:char="F063"/>
    </w:r>
    <w:r>
      <w:rPr>
        <w:b/>
        <w:sz w:val="20"/>
      </w:rPr>
      <w:t xml:space="preserve"> SUMO</w:t>
    </w:r>
  </w:p>
  <w:p w:rsidR="00295F85" w:rsidRDefault="00295F85">
    <w:pPr>
      <w:spacing w:line="240" w:lineRule="auto"/>
      <w:rPr>
        <w:b/>
        <w:sz w:val="20"/>
      </w:rPr>
    </w:pPr>
    <w:r>
      <w:rPr>
        <w:b/>
        <w:noProof/>
      </w:rPr>
      <w:t xml:space="preserve">ATLETI PREAGONISTI </w:t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sz w:val="20"/>
      </w:rPr>
      <w:sym w:font="Webdings" w:char="F063"/>
    </w:r>
    <w:r>
      <w:rPr>
        <w:sz w:val="20"/>
      </w:rPr>
      <w:t xml:space="preserve"> </w:t>
    </w:r>
    <w:r>
      <w:rPr>
        <w:b/>
        <w:sz w:val="20"/>
      </w:rPr>
      <w:t>KARATE</w:t>
    </w:r>
  </w:p>
  <w:p w:rsidR="00295F85" w:rsidRPr="00C4268F" w:rsidRDefault="00295F85">
    <w:pPr>
      <w:spacing w:after="60" w:line="240" w:lineRule="auto"/>
      <w:rPr>
        <w:b/>
      </w:rPr>
    </w:pPr>
    <w:r>
      <w:rPr>
        <w:noProof/>
      </w:rPr>
      <w:pict>
        <v:shape id="_x0000_s2054" type="#_x0000_t202" style="position:absolute;margin-left:.35pt;margin-top:11pt;width:162.6pt;height:30pt;z-index:251654144" strokeweight=".5pt">
          <v:shadow color="silver" offset="3pt"/>
          <v:textbox style="mso-next-textbox:#_x0000_s2054">
            <w:txbxContent>
              <w:p w:rsidR="00295F85" w:rsidRDefault="00295F85" w:rsidP="00091F79">
                <w:pPr>
                  <w:pStyle w:val="Heading7"/>
                  <w:spacing w:before="60" w:after="60" w:line="240" w:lineRule="auto"/>
                  <w:jc w:val="both"/>
                </w:pPr>
                <w:r>
                  <w:rPr>
                    <w:sz w:val="28"/>
                  </w:rPr>
                  <w:t>PER L’ANNO 20…….</w:t>
                </w:r>
              </w:p>
            </w:txbxContent>
          </v:textbox>
        </v:shape>
      </w:pict>
    </w:r>
    <w:r>
      <w:rPr>
        <w:b/>
      </w:rPr>
      <w:tab/>
    </w:r>
    <w:r>
      <w:rPr>
        <w:b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95F85" w:rsidRPr="002F4C70" w:rsidRDefault="00295F85" w:rsidP="002F4C70">
    <w:pPr>
      <w:spacing w:before="40" w:line="240" w:lineRule="auto"/>
      <w:ind w:left="3408"/>
    </w:pPr>
    <w:r>
      <w:rPr>
        <w:b/>
        <w:noProof/>
      </w:rPr>
      <w:tab/>
    </w:r>
    <w:r>
      <w:rPr>
        <w:b/>
        <w:noProof/>
      </w:rPr>
      <w:tab/>
    </w:r>
  </w:p>
  <w:p w:rsidR="00295F85" w:rsidRDefault="00295F85">
    <w:pPr>
      <w:spacing w:line="240" w:lineRule="auto"/>
      <w:ind w:right="113"/>
      <w:rPr>
        <w:sz w:val="20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835"/>
      <w:gridCol w:w="709"/>
      <w:gridCol w:w="425"/>
      <w:gridCol w:w="426"/>
      <w:gridCol w:w="425"/>
      <w:gridCol w:w="425"/>
      <w:gridCol w:w="425"/>
      <w:gridCol w:w="426"/>
      <w:gridCol w:w="425"/>
      <w:gridCol w:w="425"/>
      <w:gridCol w:w="992"/>
      <w:gridCol w:w="2127"/>
    </w:tblGrid>
    <w:tr w:rsidR="00295F85" w:rsidTr="00403F06">
      <w:trPr>
        <w:cantSplit/>
        <w:trHeight w:val="70"/>
        <w:jc w:val="center"/>
      </w:trPr>
      <w:tc>
        <w:tcPr>
          <w:tcW w:w="2835" w:type="dxa"/>
          <w:vMerge w:val="restart"/>
          <w:tcBorders>
            <w:top w:val="nil"/>
            <w:left w:val="nil"/>
            <w:bottom w:val="nil"/>
            <w:right w:val="nil"/>
          </w:tcBorders>
          <w:vAlign w:val="bottom"/>
        </w:tcPr>
        <w:p w:rsidR="00295F85" w:rsidRDefault="00295F85">
          <w:pPr>
            <w:pStyle w:val="Heading4"/>
            <w:spacing w:before="120" w:after="120"/>
            <w:ind w:left="-70"/>
            <w:rPr>
              <w:sz w:val="28"/>
            </w:rPr>
          </w:pPr>
          <w:r>
            <w:rPr>
              <w:sz w:val="28"/>
            </w:rPr>
            <w:t>SOCIETÀ SPORTIVA</w:t>
          </w:r>
        </w:p>
      </w:tc>
      <w:tc>
        <w:tcPr>
          <w:tcW w:w="709" w:type="dxa"/>
          <w:tcBorders>
            <w:top w:val="nil"/>
            <w:left w:val="nil"/>
            <w:bottom w:val="nil"/>
            <w:right w:val="nil"/>
          </w:tcBorders>
        </w:tcPr>
        <w:p w:rsidR="00295F85" w:rsidRDefault="00295F85">
          <w:pPr>
            <w:pStyle w:val="Heading4"/>
            <w:spacing w:before="120" w:after="120"/>
            <w:rPr>
              <w:sz w:val="16"/>
            </w:rPr>
          </w:pPr>
        </w:p>
      </w:tc>
      <w:tc>
        <w:tcPr>
          <w:tcW w:w="3402" w:type="dxa"/>
          <w:gridSpan w:val="8"/>
          <w:tcBorders>
            <w:bottom w:val="nil"/>
          </w:tcBorders>
        </w:tcPr>
        <w:p w:rsidR="00295F85" w:rsidRDefault="00295F85" w:rsidP="00091F79">
          <w:pPr>
            <w:pStyle w:val="Heading4"/>
            <w:spacing w:before="40" w:after="120"/>
            <w:jc w:val="center"/>
            <w:rPr>
              <w:sz w:val="16"/>
            </w:rPr>
          </w:pPr>
          <w:r>
            <w:rPr>
              <w:sz w:val="16"/>
            </w:rPr>
            <w:t>CODICE FEDERALE</w:t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</w:tcPr>
        <w:p w:rsidR="00295F85" w:rsidRDefault="00295F85">
          <w:pPr>
            <w:pStyle w:val="Heading4"/>
            <w:spacing w:before="40" w:after="120"/>
            <w:jc w:val="center"/>
            <w:rPr>
              <w:sz w:val="16"/>
            </w:rPr>
          </w:pPr>
        </w:p>
      </w:tc>
      <w:tc>
        <w:tcPr>
          <w:tcW w:w="2127" w:type="dxa"/>
          <w:tcBorders>
            <w:top w:val="nil"/>
            <w:left w:val="nil"/>
            <w:bottom w:val="nil"/>
            <w:right w:val="nil"/>
          </w:tcBorders>
        </w:tcPr>
        <w:p w:rsidR="00295F85" w:rsidRDefault="00295F85">
          <w:pPr>
            <w:pStyle w:val="Heading4"/>
            <w:spacing w:before="40" w:after="120"/>
            <w:jc w:val="center"/>
            <w:rPr>
              <w:sz w:val="16"/>
            </w:rPr>
          </w:pPr>
        </w:p>
      </w:tc>
    </w:tr>
    <w:tr w:rsidR="00295F85" w:rsidTr="00091F79">
      <w:trPr>
        <w:cantSplit/>
        <w:trHeight w:val="175"/>
        <w:jc w:val="center"/>
      </w:trPr>
      <w:tc>
        <w:tcPr>
          <w:tcW w:w="2835" w:type="dxa"/>
          <w:vMerge/>
          <w:tcBorders>
            <w:top w:val="nil"/>
            <w:left w:val="nil"/>
            <w:bottom w:val="nil"/>
            <w:right w:val="nil"/>
          </w:tcBorders>
        </w:tcPr>
        <w:p w:rsidR="00295F85" w:rsidRDefault="00295F85">
          <w:pPr>
            <w:pStyle w:val="Heading4"/>
            <w:rPr>
              <w:sz w:val="28"/>
            </w:rPr>
          </w:pPr>
        </w:p>
      </w:tc>
      <w:tc>
        <w:tcPr>
          <w:tcW w:w="709" w:type="dxa"/>
          <w:tcBorders>
            <w:top w:val="nil"/>
            <w:left w:val="nil"/>
            <w:bottom w:val="nil"/>
            <w:right w:val="nil"/>
          </w:tcBorders>
        </w:tcPr>
        <w:p w:rsidR="00295F85" w:rsidRDefault="00295F85">
          <w:pPr>
            <w:pStyle w:val="Heading4"/>
            <w:rPr>
              <w:sz w:val="32"/>
            </w:rPr>
          </w:pPr>
        </w:p>
      </w:tc>
      <w:tc>
        <w:tcPr>
          <w:tcW w:w="425" w:type="dxa"/>
          <w:tcBorders>
            <w:top w:val="nil"/>
          </w:tcBorders>
        </w:tcPr>
        <w:p w:rsidR="00295F85" w:rsidRDefault="00295F85" w:rsidP="00091F79">
          <w:pPr>
            <w:pStyle w:val="Heading4"/>
            <w:jc w:val="center"/>
            <w:rPr>
              <w:sz w:val="28"/>
            </w:rPr>
          </w:pPr>
        </w:p>
      </w:tc>
      <w:tc>
        <w:tcPr>
          <w:tcW w:w="426" w:type="dxa"/>
          <w:tcBorders>
            <w:top w:val="nil"/>
          </w:tcBorders>
        </w:tcPr>
        <w:p w:rsidR="00295F85" w:rsidRDefault="00295F85" w:rsidP="00091F79">
          <w:pPr>
            <w:pStyle w:val="Heading4"/>
            <w:jc w:val="center"/>
            <w:rPr>
              <w:sz w:val="28"/>
            </w:rPr>
          </w:pPr>
        </w:p>
      </w:tc>
      <w:tc>
        <w:tcPr>
          <w:tcW w:w="425" w:type="dxa"/>
          <w:tcBorders>
            <w:top w:val="nil"/>
          </w:tcBorders>
        </w:tcPr>
        <w:p w:rsidR="00295F85" w:rsidRDefault="00295F85" w:rsidP="00091F79">
          <w:pPr>
            <w:pStyle w:val="Heading4"/>
            <w:jc w:val="center"/>
            <w:rPr>
              <w:sz w:val="28"/>
            </w:rPr>
          </w:pPr>
        </w:p>
      </w:tc>
      <w:tc>
        <w:tcPr>
          <w:tcW w:w="425" w:type="dxa"/>
          <w:tcBorders>
            <w:top w:val="nil"/>
          </w:tcBorders>
        </w:tcPr>
        <w:p w:rsidR="00295F85" w:rsidRDefault="00295F85" w:rsidP="00091F79">
          <w:pPr>
            <w:pStyle w:val="Heading4"/>
            <w:jc w:val="center"/>
            <w:rPr>
              <w:sz w:val="28"/>
            </w:rPr>
          </w:pPr>
        </w:p>
      </w:tc>
      <w:tc>
        <w:tcPr>
          <w:tcW w:w="425" w:type="dxa"/>
          <w:tcBorders>
            <w:top w:val="nil"/>
          </w:tcBorders>
        </w:tcPr>
        <w:p w:rsidR="00295F85" w:rsidRDefault="00295F85" w:rsidP="00091F79">
          <w:pPr>
            <w:pStyle w:val="Heading4"/>
            <w:jc w:val="center"/>
            <w:rPr>
              <w:sz w:val="28"/>
            </w:rPr>
          </w:pPr>
        </w:p>
      </w:tc>
      <w:tc>
        <w:tcPr>
          <w:tcW w:w="426" w:type="dxa"/>
          <w:tcBorders>
            <w:top w:val="nil"/>
          </w:tcBorders>
        </w:tcPr>
        <w:p w:rsidR="00295F85" w:rsidRDefault="00295F85" w:rsidP="00091F79">
          <w:pPr>
            <w:pStyle w:val="Heading4"/>
            <w:jc w:val="center"/>
            <w:rPr>
              <w:sz w:val="28"/>
            </w:rPr>
          </w:pPr>
        </w:p>
      </w:tc>
      <w:tc>
        <w:tcPr>
          <w:tcW w:w="425" w:type="dxa"/>
          <w:tcBorders>
            <w:top w:val="nil"/>
          </w:tcBorders>
        </w:tcPr>
        <w:p w:rsidR="00295F85" w:rsidRDefault="00295F85" w:rsidP="00091F79">
          <w:pPr>
            <w:pStyle w:val="Heading4"/>
            <w:jc w:val="center"/>
            <w:rPr>
              <w:sz w:val="28"/>
            </w:rPr>
          </w:pPr>
        </w:p>
      </w:tc>
      <w:tc>
        <w:tcPr>
          <w:tcW w:w="425" w:type="dxa"/>
          <w:tcBorders>
            <w:top w:val="nil"/>
          </w:tcBorders>
        </w:tcPr>
        <w:p w:rsidR="00295F85" w:rsidRDefault="00295F85" w:rsidP="00091F79">
          <w:pPr>
            <w:pStyle w:val="Heading4"/>
            <w:jc w:val="center"/>
            <w:rPr>
              <w:sz w:val="28"/>
            </w:rPr>
          </w:pPr>
        </w:p>
      </w:tc>
      <w:tc>
        <w:tcPr>
          <w:tcW w:w="3119" w:type="dxa"/>
          <w:gridSpan w:val="2"/>
          <w:tcBorders>
            <w:top w:val="nil"/>
            <w:bottom w:val="nil"/>
            <w:right w:val="nil"/>
          </w:tcBorders>
        </w:tcPr>
        <w:p w:rsidR="00295F85" w:rsidRDefault="00295F85">
          <w:pPr>
            <w:pStyle w:val="Heading4"/>
            <w:rPr>
              <w:sz w:val="28"/>
            </w:rPr>
          </w:pPr>
        </w:p>
      </w:tc>
    </w:tr>
  </w:tbl>
  <w:p w:rsidR="00295F85" w:rsidRDefault="00295F85">
    <w:pPr>
      <w:spacing w:line="240" w:lineRule="auto"/>
      <w:rPr>
        <w:sz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52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E8A2F8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6A54E3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079548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284"/>
  <w:hyphenationZone w:val="283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0FB"/>
    <w:rsid w:val="00020AE7"/>
    <w:rsid w:val="00045997"/>
    <w:rsid w:val="00091F79"/>
    <w:rsid w:val="000A3E54"/>
    <w:rsid w:val="00140F40"/>
    <w:rsid w:val="001437CE"/>
    <w:rsid w:val="00156B70"/>
    <w:rsid w:val="001873A8"/>
    <w:rsid w:val="0025751C"/>
    <w:rsid w:val="00295F85"/>
    <w:rsid w:val="002B5AAC"/>
    <w:rsid w:val="002F4C70"/>
    <w:rsid w:val="00386153"/>
    <w:rsid w:val="003A357F"/>
    <w:rsid w:val="003B71AD"/>
    <w:rsid w:val="003D1547"/>
    <w:rsid w:val="003E5041"/>
    <w:rsid w:val="00403F06"/>
    <w:rsid w:val="00425A94"/>
    <w:rsid w:val="005D0B41"/>
    <w:rsid w:val="006061FF"/>
    <w:rsid w:val="00631701"/>
    <w:rsid w:val="006C04FE"/>
    <w:rsid w:val="006C53A6"/>
    <w:rsid w:val="006F6392"/>
    <w:rsid w:val="008B690F"/>
    <w:rsid w:val="008B7AB2"/>
    <w:rsid w:val="008C4AED"/>
    <w:rsid w:val="008D1846"/>
    <w:rsid w:val="00A15CC5"/>
    <w:rsid w:val="00A647F2"/>
    <w:rsid w:val="00A95D68"/>
    <w:rsid w:val="00AB2785"/>
    <w:rsid w:val="00AD3B9E"/>
    <w:rsid w:val="00B00D83"/>
    <w:rsid w:val="00B0542D"/>
    <w:rsid w:val="00B215EC"/>
    <w:rsid w:val="00BD5302"/>
    <w:rsid w:val="00BE1E40"/>
    <w:rsid w:val="00BF6DC3"/>
    <w:rsid w:val="00C4268F"/>
    <w:rsid w:val="00C45AEF"/>
    <w:rsid w:val="00C93EC8"/>
    <w:rsid w:val="00D033DF"/>
    <w:rsid w:val="00D070FB"/>
    <w:rsid w:val="00DA2527"/>
    <w:rsid w:val="00E02461"/>
    <w:rsid w:val="00E028D2"/>
    <w:rsid w:val="00E052B1"/>
    <w:rsid w:val="00E12255"/>
    <w:rsid w:val="00E61008"/>
    <w:rsid w:val="00E820A0"/>
    <w:rsid w:val="00ED68AB"/>
    <w:rsid w:val="00ED78C9"/>
    <w:rsid w:val="00EF1E5A"/>
    <w:rsid w:val="00FB0288"/>
    <w:rsid w:val="00FB3645"/>
    <w:rsid w:val="00FB71A2"/>
    <w:rsid w:val="00FD7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00D83"/>
    <w:pPr>
      <w:spacing w:line="480" w:lineRule="auto"/>
    </w:pPr>
    <w:rPr>
      <w:rFonts w:ascii="Arial" w:hAnsi="Arial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0D83"/>
    <w:pPr>
      <w:keepNext/>
      <w:spacing w:line="240" w:lineRule="auto"/>
      <w:jc w:val="center"/>
      <w:outlineLvl w:val="0"/>
    </w:pPr>
    <w:rPr>
      <w:b/>
      <w:color w:val="000000"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0D83"/>
    <w:pPr>
      <w:keepNext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0D83"/>
    <w:pPr>
      <w:keepNext/>
      <w:spacing w:line="240" w:lineRule="auto"/>
      <w:outlineLvl w:val="2"/>
    </w:pPr>
    <w:rPr>
      <w:i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0D83"/>
    <w:pPr>
      <w:keepNext/>
      <w:spacing w:line="240" w:lineRule="auto"/>
      <w:outlineLvl w:val="3"/>
    </w:pPr>
    <w:rPr>
      <w:sz w:val="3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0D83"/>
    <w:pPr>
      <w:keepNext/>
      <w:spacing w:line="240" w:lineRule="auto"/>
      <w:outlineLvl w:val="4"/>
    </w:pPr>
    <w:rPr>
      <w:b/>
      <w:sz w:val="1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0D83"/>
    <w:pPr>
      <w:keepNext/>
      <w:spacing w:before="60" w:after="60" w:line="240" w:lineRule="auto"/>
      <w:jc w:val="center"/>
      <w:outlineLvl w:val="5"/>
    </w:pPr>
    <w:rPr>
      <w:b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0D83"/>
    <w:pPr>
      <w:keepNext/>
      <w:outlineLvl w:val="6"/>
    </w:pPr>
    <w:rPr>
      <w:b/>
      <w:sz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0D83"/>
    <w:pPr>
      <w:keepNext/>
      <w:spacing w:line="240" w:lineRule="auto"/>
      <w:ind w:right="113"/>
      <w:outlineLvl w:val="7"/>
    </w:pPr>
    <w:rPr>
      <w:b/>
      <w:noProof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B00D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00D8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B00D83"/>
    <w:rPr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Times New Roman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B00D83"/>
    <w:pPr>
      <w:spacing w:line="240" w:lineRule="auto"/>
      <w:jc w:val="center"/>
    </w:pPr>
    <w:rPr>
      <w:b/>
      <w:sz w:val="32"/>
    </w:rPr>
  </w:style>
  <w:style w:type="character" w:styleId="PageNumber">
    <w:name w:val="page number"/>
    <w:basedOn w:val="DefaultParagraphFont"/>
    <w:uiPriority w:val="99"/>
    <w:rsid w:val="00B00D8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D0B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8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Altri%20documenti\affili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affiliazione</Template>
  <TotalTime>43</TotalTime>
  <Pages>1</Pages>
  <Words>154</Words>
  <Characters>879</Characters>
  <Application>Microsoft Office Outlook</Application>
  <DocSecurity>0</DocSecurity>
  <Lines>0</Lines>
  <Paragraphs>0</Paragraphs>
  <ScaleCrop>false</ScaleCrop>
  <Company>marcello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COMPLETA</dc:title>
  <dc:subject/>
  <dc:creator>MARCELLO</dc:creator>
  <cp:keywords/>
  <dc:description/>
  <cp:lastModifiedBy>RITA</cp:lastModifiedBy>
  <cp:revision>14</cp:revision>
  <cp:lastPrinted>2014-02-10T13:57:00Z</cp:lastPrinted>
  <dcterms:created xsi:type="dcterms:W3CDTF">2014-02-07T10:37:00Z</dcterms:created>
  <dcterms:modified xsi:type="dcterms:W3CDTF">2014-02-10T13:57:00Z</dcterms:modified>
</cp:coreProperties>
</file>